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C785" w14:textId="77777777" w:rsidR="000E0E4D" w:rsidRDefault="00000000">
      <w:pPr>
        <w:pStyle w:val="Textbody"/>
        <w:spacing w:before="180" w:after="180"/>
        <w:jc w:val="center"/>
      </w:pPr>
      <w:r>
        <w:rPr>
          <w:rFonts w:ascii="標楷體" w:eastAsia="標楷體" w:hAnsi="標楷體"/>
          <w:sz w:val="32"/>
        </w:rPr>
        <w:t>各級學校推薦115年卓越特殊教育人員經公開方式確認單</w:t>
      </w: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947"/>
      </w:tblGrid>
      <w:tr w:rsidR="000E0E4D" w14:paraId="680D1030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E1EEB" w14:textId="77777777" w:rsidR="000E0E4D" w:rsidRDefault="00000000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推薦學校名稱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502E5" w14:textId="77777777" w:rsidR="000E0E4D" w:rsidRDefault="000E0E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0E4D" w14:paraId="70EED370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2EB29" w14:textId="77777777" w:rsidR="000E0E4D" w:rsidRDefault="00000000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受推薦人姓名及職稱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690C" w14:textId="77777777" w:rsidR="000E0E4D" w:rsidRDefault="000E0E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0E4D" w14:paraId="636A81E6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266FA" w14:textId="77777777" w:rsidR="000E0E4D" w:rsidRDefault="00000000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是否提經相關會議審議通過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53EE4" w14:textId="77777777" w:rsidR="000E0E4D" w:rsidRDefault="000E0E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0E4D" w14:paraId="50A7E137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642EE" w14:textId="77777777" w:rsidR="000E0E4D" w:rsidRDefault="00000000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會議名稱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46ED" w14:textId="77777777" w:rsidR="000E0E4D" w:rsidRDefault="000E0E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0E4D" w14:paraId="6E871AC3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E334" w14:textId="77777777" w:rsidR="000E0E4D" w:rsidRDefault="00000000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會議日期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43522" w14:textId="77777777" w:rsidR="000E0E4D" w:rsidRDefault="000E0E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501A9AA2" w14:textId="77777777" w:rsidR="000E0E4D" w:rsidRDefault="00000000">
      <w:pPr>
        <w:pStyle w:val="Textbody"/>
      </w:pPr>
      <w:r>
        <w:rPr>
          <w:rFonts w:ascii="標楷體" w:eastAsia="標楷體" w:hAnsi="標楷體"/>
          <w:b/>
        </w:rPr>
        <w:t>填表說明：</w:t>
      </w:r>
      <w:r>
        <w:rPr>
          <w:rFonts w:ascii="標楷體" w:eastAsia="標楷體" w:hAnsi="標楷體"/>
        </w:rPr>
        <w:t>本表為簡化各級學校行政流程，僅供學校填寫</w:t>
      </w:r>
    </w:p>
    <w:p w14:paraId="27AB12FE" w14:textId="77777777" w:rsidR="000E0E4D" w:rsidRDefault="000E0E4D">
      <w:pPr>
        <w:pStyle w:val="Textbody"/>
        <w:rPr>
          <w:rFonts w:ascii="標楷體" w:eastAsia="標楷體" w:hAnsi="標楷體"/>
        </w:rPr>
      </w:pPr>
    </w:p>
    <w:p w14:paraId="69046174" w14:textId="77777777" w:rsidR="000E0E4D" w:rsidRDefault="00000000">
      <w:pPr>
        <w:pStyle w:val="Textbody"/>
      </w:pPr>
      <w:r>
        <w:rPr>
          <w:rFonts w:ascii="標楷體" w:eastAsia="標楷體" w:hAnsi="標楷體"/>
          <w:sz w:val="28"/>
        </w:rPr>
        <w:t>人事室主任核章：</w:t>
      </w:r>
      <w:r>
        <w:rPr>
          <w:rFonts w:ascii="標楷體" w:eastAsia="標楷體" w:hAnsi="標楷體"/>
          <w:sz w:val="28"/>
        </w:rPr>
        <w:tab/>
      </w:r>
      <w:r>
        <w:rPr>
          <w:rFonts w:ascii="標楷體" w:eastAsia="標楷體" w:hAnsi="標楷體"/>
          <w:sz w:val="28"/>
        </w:rPr>
        <w:tab/>
        <w:t>校長核章：</w:t>
      </w:r>
    </w:p>
    <w:sectPr w:rsidR="000E0E4D">
      <w:pgSz w:w="11906" w:h="16838"/>
      <w:pgMar w:top="1134" w:right="1134" w:bottom="1440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8C9AE" w14:textId="77777777" w:rsidR="00F96F17" w:rsidRDefault="00F96F17">
      <w:r>
        <w:separator/>
      </w:r>
    </w:p>
  </w:endnote>
  <w:endnote w:type="continuationSeparator" w:id="0">
    <w:p w14:paraId="2BDBB48C" w14:textId="77777777" w:rsidR="00F96F17" w:rsidRDefault="00F9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01DB8" w14:textId="77777777" w:rsidR="00F96F17" w:rsidRDefault="00F96F17">
      <w:r>
        <w:rPr>
          <w:color w:val="000000"/>
        </w:rPr>
        <w:separator/>
      </w:r>
    </w:p>
  </w:footnote>
  <w:footnote w:type="continuationSeparator" w:id="0">
    <w:p w14:paraId="6D8F57C5" w14:textId="77777777" w:rsidR="00F96F17" w:rsidRDefault="00F96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240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E0E4D"/>
    <w:rsid w:val="000E0E4D"/>
    <w:rsid w:val="005C1447"/>
    <w:rsid w:val="00AD47E9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15986"/>
  <w15:docId w15:val="{B9B8FF4B-1C0F-4FD9-84D5-8AD3A0F1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a3">
    <w:name w:val="header"/>
    <w:basedOn w:val="a"/>
    <w:link w:val="a4"/>
    <w:uiPriority w:val="99"/>
    <w:unhideWhenUsed/>
    <w:rsid w:val="005C14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C144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14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C14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錢柄匡</dc:creator>
  <dc:description/>
  <cp:lastModifiedBy>User</cp:lastModifiedBy>
  <cp:revision>2</cp:revision>
  <dcterms:created xsi:type="dcterms:W3CDTF">2026-02-05T10:03:00Z</dcterms:created>
  <dcterms:modified xsi:type="dcterms:W3CDTF">2026-02-05T10:03:00Z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atCheck">
    <vt:bool>true</vt:bool>
  </property>
</Properties>
</file>